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81A" w:rsidRPr="00F55D2E" w:rsidRDefault="003A681A" w:rsidP="0026559E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eastAsia="ru-RU"/>
        </w:rPr>
      </w:pPr>
      <w:r w:rsidRPr="00F55D2E">
        <w:rPr>
          <w:rFonts w:ascii="Times New Roman" w:hAnsi="Times New Roman"/>
          <w:noProof/>
          <w:sz w:val="28"/>
          <w:szCs w:val="28"/>
          <w:lang w:eastAsia="ru-RU"/>
        </w:rPr>
        <w:t>Додаток 1</w:t>
      </w:r>
    </w:p>
    <w:p w:rsidR="003A681A" w:rsidRPr="00F55D2E" w:rsidRDefault="003A681A" w:rsidP="0026559E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до П</w:t>
      </w:r>
      <w:r w:rsidRPr="00F55D2E">
        <w:rPr>
          <w:rFonts w:ascii="Times New Roman" w:hAnsi="Times New Roman"/>
          <w:noProof/>
          <w:sz w:val="28"/>
          <w:szCs w:val="28"/>
          <w:lang w:eastAsia="ru-RU"/>
        </w:rPr>
        <w:t xml:space="preserve">рогнозу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районного бюджету</w:t>
      </w:r>
    </w:p>
    <w:p w:rsidR="003A681A" w:rsidRPr="00F55D2E" w:rsidRDefault="003A681A" w:rsidP="0026559E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Володимир-Волинського району</w:t>
      </w:r>
    </w:p>
    <w:p w:rsidR="003A681A" w:rsidRPr="00F55D2E" w:rsidRDefault="003A681A" w:rsidP="0026559E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eastAsia="ru-RU"/>
        </w:rPr>
      </w:pPr>
      <w:r w:rsidRPr="00104830">
        <w:rPr>
          <w:rFonts w:ascii="Times New Roman" w:hAnsi="Times New Roman"/>
          <w:noProof/>
          <w:sz w:val="28"/>
          <w:szCs w:val="28"/>
          <w:lang w:eastAsia="ru-RU"/>
        </w:rPr>
        <w:t>(абзац другий розділу ІІІ)</w:t>
      </w:r>
    </w:p>
    <w:p w:rsidR="003A681A" w:rsidRPr="00F55D2E" w:rsidRDefault="003A681A" w:rsidP="00CC65C7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noProof/>
          <w:sz w:val="28"/>
          <w:szCs w:val="28"/>
          <w:lang w:eastAsia="uk-UA"/>
        </w:rPr>
      </w:pPr>
      <w:r w:rsidRPr="00F55D2E">
        <w:rPr>
          <w:rFonts w:ascii="Times New Roman" w:hAnsi="Times New Roman"/>
          <w:b/>
          <w:bCs/>
          <w:noProof/>
          <w:sz w:val="28"/>
          <w:szCs w:val="28"/>
          <w:lang w:eastAsia="uk-UA"/>
        </w:rPr>
        <w:t xml:space="preserve">Загальні показники бюджету </w:t>
      </w:r>
    </w:p>
    <w:p w:rsidR="003A681A" w:rsidRPr="00F55D2E" w:rsidRDefault="003A681A" w:rsidP="00CC65C7">
      <w:pPr>
        <w:spacing w:after="0" w:line="240" w:lineRule="auto"/>
        <w:outlineLvl w:val="2"/>
        <w:rPr>
          <w:rFonts w:ascii="Times New Roman" w:hAnsi="Times New Roman"/>
          <w:noProof/>
          <w:sz w:val="28"/>
          <w:szCs w:val="28"/>
          <w:lang w:eastAsia="uk-UA"/>
        </w:rPr>
      </w:pPr>
      <w:r w:rsidRPr="00F55D2E">
        <w:rPr>
          <w:rFonts w:ascii="Times New Roman" w:hAnsi="Times New Roman"/>
          <w:noProof/>
          <w:sz w:val="28"/>
          <w:szCs w:val="28"/>
          <w:lang w:eastAsia="uk-UA"/>
        </w:rPr>
        <w:t>_</w:t>
      </w:r>
      <w:r w:rsidRPr="00DD25EB">
        <w:rPr>
          <w:rFonts w:ascii="Times New Roman" w:hAnsi="Times New Roman"/>
          <w:noProof/>
          <w:sz w:val="28"/>
          <w:szCs w:val="28"/>
          <w:u w:val="single"/>
          <w:lang w:eastAsia="uk-UA"/>
        </w:rPr>
        <w:t>0</w:t>
      </w:r>
      <w:r>
        <w:rPr>
          <w:rFonts w:ascii="Times New Roman" w:hAnsi="Times New Roman"/>
          <w:noProof/>
          <w:sz w:val="28"/>
          <w:szCs w:val="28"/>
          <w:u w:val="single"/>
          <w:lang w:eastAsia="uk-UA"/>
        </w:rPr>
        <w:t>3</w:t>
      </w:r>
      <w:r w:rsidRPr="00DD25EB">
        <w:rPr>
          <w:rFonts w:ascii="Times New Roman" w:hAnsi="Times New Roman"/>
          <w:noProof/>
          <w:sz w:val="28"/>
          <w:szCs w:val="28"/>
          <w:u w:val="single"/>
          <w:lang w:eastAsia="uk-UA"/>
        </w:rPr>
        <w:t>30</w:t>
      </w:r>
      <w:r>
        <w:rPr>
          <w:rFonts w:ascii="Times New Roman" w:hAnsi="Times New Roman"/>
          <w:noProof/>
          <w:sz w:val="28"/>
          <w:szCs w:val="28"/>
          <w:u w:val="single"/>
          <w:lang w:eastAsia="uk-UA"/>
        </w:rPr>
        <w:t>1</w:t>
      </w:r>
      <w:r w:rsidRPr="00DD25EB">
        <w:rPr>
          <w:rFonts w:ascii="Times New Roman" w:hAnsi="Times New Roman"/>
          <w:noProof/>
          <w:sz w:val="28"/>
          <w:szCs w:val="28"/>
          <w:u w:val="single"/>
          <w:lang w:eastAsia="uk-UA"/>
        </w:rPr>
        <w:t>200000</w:t>
      </w:r>
      <w:r w:rsidRPr="00F55D2E">
        <w:rPr>
          <w:rFonts w:ascii="Times New Roman" w:hAnsi="Times New Roman"/>
          <w:noProof/>
          <w:sz w:val="28"/>
          <w:szCs w:val="28"/>
          <w:lang w:eastAsia="uk-UA"/>
        </w:rPr>
        <w:t>_</w:t>
      </w:r>
    </w:p>
    <w:p w:rsidR="003A681A" w:rsidRPr="00F55D2E" w:rsidRDefault="003A681A" w:rsidP="00CC65C7">
      <w:pPr>
        <w:spacing w:after="0" w:line="240" w:lineRule="auto"/>
        <w:outlineLvl w:val="2"/>
        <w:rPr>
          <w:rFonts w:ascii="Times New Roman" w:hAnsi="Times New Roman"/>
          <w:bCs/>
          <w:noProof/>
          <w:sz w:val="24"/>
          <w:szCs w:val="28"/>
          <w:lang w:eastAsia="uk-UA"/>
        </w:rPr>
      </w:pPr>
      <w:r w:rsidRPr="00F55D2E">
        <w:rPr>
          <w:rFonts w:ascii="Times New Roman" w:hAnsi="Times New Roman"/>
          <w:bCs/>
          <w:noProof/>
          <w:sz w:val="24"/>
          <w:szCs w:val="28"/>
          <w:lang w:eastAsia="uk-UA"/>
        </w:rPr>
        <w:t>(код бюджету)</w:t>
      </w:r>
    </w:p>
    <w:p w:rsidR="003A681A" w:rsidRPr="00F55D2E" w:rsidRDefault="003A681A" w:rsidP="00CC65C7">
      <w:pPr>
        <w:spacing w:after="0" w:line="240" w:lineRule="auto"/>
        <w:jc w:val="right"/>
        <w:rPr>
          <w:rFonts w:ascii="Times New Roman" w:hAnsi="Times New Roman"/>
          <w:noProof/>
          <w:sz w:val="24"/>
          <w:szCs w:val="28"/>
          <w:lang w:eastAsia="ru-RU"/>
        </w:rPr>
      </w:pPr>
      <w:r w:rsidRPr="00F55D2E">
        <w:rPr>
          <w:rFonts w:ascii="Times New Roman" w:hAnsi="Times New Roman"/>
          <w:noProof/>
          <w:sz w:val="24"/>
          <w:szCs w:val="28"/>
          <w:lang w:eastAsia="ru-RU"/>
        </w:rPr>
        <w:t>(грн)</w:t>
      </w:r>
    </w:p>
    <w:tbl>
      <w:tblPr>
        <w:tblW w:w="497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5"/>
        <w:gridCol w:w="8242"/>
        <w:gridCol w:w="1320"/>
        <w:gridCol w:w="1479"/>
        <w:gridCol w:w="1177"/>
        <w:gridCol w:w="1177"/>
        <w:gridCol w:w="1180"/>
      </w:tblGrid>
      <w:tr w:rsidR="003A681A" w:rsidRPr="00E909E7" w:rsidTr="00AB0D2B">
        <w:trPr>
          <w:cantSplit/>
          <w:trHeight w:val="422"/>
          <w:tblHeader/>
        </w:trPr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8"/>
                <w:lang w:eastAsia="ru-RU"/>
              </w:rPr>
            </w:pPr>
            <w:r w:rsidRPr="00F55D2E">
              <w:rPr>
                <w:rFonts w:ascii="Times New Roman" w:hAnsi="Times New Roman"/>
                <w:noProof/>
                <w:sz w:val="24"/>
                <w:szCs w:val="28"/>
                <w:lang w:eastAsia="ru-RU"/>
              </w:rPr>
              <w:t>№ з/п</w:t>
            </w:r>
          </w:p>
        </w:tc>
        <w:tc>
          <w:tcPr>
            <w:tcW w:w="2697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noProof/>
                <w:sz w:val="24"/>
                <w:szCs w:val="28"/>
                <w:lang w:eastAsia="ru-RU"/>
              </w:rPr>
              <w:t>Найменування показника</w:t>
            </w:r>
          </w:p>
        </w:tc>
        <w:tc>
          <w:tcPr>
            <w:tcW w:w="432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ru-RU" w:eastAsia="uk-UA"/>
              </w:rPr>
              <w:t xml:space="preserve">20 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(звіт)</w:t>
            </w:r>
          </w:p>
        </w:tc>
        <w:tc>
          <w:tcPr>
            <w:tcW w:w="484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2021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(затверджено)</w:t>
            </w:r>
          </w:p>
        </w:tc>
        <w:tc>
          <w:tcPr>
            <w:tcW w:w="385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  <w:lang w:val="ru-RU" w:eastAsia="uk-UA"/>
              </w:rPr>
              <w:t xml:space="preserve"> 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385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  <w:lang w:val="ru-RU" w:eastAsia="uk-UA"/>
              </w:rPr>
              <w:t xml:space="preserve"> 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рік</w:t>
            </w:r>
          </w:p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  <w:tc>
          <w:tcPr>
            <w:tcW w:w="386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  <w:lang w:val="ru-RU" w:eastAsia="uk-UA"/>
              </w:rPr>
              <w:t xml:space="preserve"> </w:t>
            </w: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рік</w:t>
            </w:r>
          </w:p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F55D2E">
              <w:rPr>
                <w:rFonts w:ascii="Times New Roman" w:hAnsi="Times New Roman"/>
                <w:sz w:val="20"/>
                <w:szCs w:val="20"/>
                <w:lang w:eastAsia="uk-UA"/>
              </w:rPr>
              <w:t>(план)</w:t>
            </w:r>
          </w:p>
        </w:tc>
      </w:tr>
      <w:tr w:rsidR="003A681A" w:rsidRPr="00E909E7" w:rsidTr="00AB0D2B">
        <w:trPr>
          <w:cantSplit/>
          <w:trHeight w:val="122"/>
        </w:trPr>
        <w:tc>
          <w:tcPr>
            <w:tcW w:w="231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F55D2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F55D2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55D2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55D2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55D2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55D2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55D2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7</w:t>
            </w:r>
          </w:p>
        </w:tc>
      </w:tr>
      <w:tr w:rsidR="003A681A" w:rsidRPr="00E909E7" w:rsidTr="00AB0D2B">
        <w:trPr>
          <w:trHeight w:val="78"/>
        </w:trPr>
        <w:tc>
          <w:tcPr>
            <w:tcW w:w="5000" w:type="pct"/>
            <w:gridSpan w:val="7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І. Загальні граничні показники надходжень</w:t>
            </w: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Доходи (з міжбюджетними трансфертами), у тому числі:</w:t>
            </w:r>
          </w:p>
        </w:tc>
        <w:tc>
          <w:tcPr>
            <w:tcW w:w="432" w:type="pct"/>
            <w:vAlign w:val="center"/>
          </w:tcPr>
          <w:p w:rsidR="003A681A" w:rsidRPr="004219A3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bookmarkStart w:id="0" w:name="_GoBack"/>
            <w:bookmarkEnd w:id="0"/>
          </w:p>
        </w:tc>
        <w:tc>
          <w:tcPr>
            <w:tcW w:w="484" w:type="pct"/>
            <w:vAlign w:val="center"/>
          </w:tcPr>
          <w:p w:rsidR="003A681A" w:rsidRPr="004219A3" w:rsidRDefault="003A681A" w:rsidP="004219A3">
            <w:pPr>
              <w:spacing w:after="0" w:line="240" w:lineRule="auto"/>
              <w:ind w:left="-115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 xml:space="preserve"> 1357936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4219A3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519000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8A246B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586700</w:t>
            </w:r>
          </w:p>
        </w:tc>
        <w:tc>
          <w:tcPr>
            <w:tcW w:w="386" w:type="pct"/>
            <w:vAlign w:val="center"/>
          </w:tcPr>
          <w:p w:rsidR="003A681A" w:rsidRPr="004219A3" w:rsidRDefault="003A681A" w:rsidP="008A246B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648000</w:t>
            </w:r>
          </w:p>
        </w:tc>
      </w:tr>
      <w:tr w:rsidR="003A681A" w:rsidRPr="00E909E7" w:rsidTr="00AB0D2B">
        <w:trPr>
          <w:trHeight w:val="286"/>
        </w:trPr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432" w:type="pct"/>
            <w:vAlign w:val="center"/>
          </w:tcPr>
          <w:p w:rsidR="003A681A" w:rsidRPr="004219A3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1357936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519000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586700</w:t>
            </w:r>
          </w:p>
        </w:tc>
        <w:tc>
          <w:tcPr>
            <w:tcW w:w="386" w:type="pct"/>
            <w:vAlign w:val="center"/>
          </w:tcPr>
          <w:p w:rsidR="003A681A" w:rsidRPr="004219A3" w:rsidRDefault="003A681A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648000</w:t>
            </w: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Фінансування</w:t>
            </w: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, у тому числі:</w:t>
            </w:r>
          </w:p>
        </w:tc>
        <w:tc>
          <w:tcPr>
            <w:tcW w:w="432" w:type="pct"/>
            <w:vAlign w:val="center"/>
          </w:tcPr>
          <w:p w:rsidR="003A681A" w:rsidRPr="004219A3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3412456</w:t>
            </w: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3407371</w:t>
            </w: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5085</w:t>
            </w: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Повернення кредитів, у тому числі: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15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right="-110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УСЬОГО за розділом І, у тому числі: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14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w:t>4765307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4252ED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519000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4252ED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586700</w:t>
            </w:r>
          </w:p>
        </w:tc>
        <w:tc>
          <w:tcPr>
            <w:tcW w:w="386" w:type="pct"/>
            <w:vAlign w:val="center"/>
          </w:tcPr>
          <w:p w:rsidR="003A681A" w:rsidRPr="004219A3" w:rsidRDefault="003A681A" w:rsidP="004252ED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648000</w:t>
            </w: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14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w:t>4765307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4252ED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519000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4252ED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586700</w:t>
            </w:r>
          </w:p>
        </w:tc>
        <w:tc>
          <w:tcPr>
            <w:tcW w:w="386" w:type="pct"/>
            <w:vAlign w:val="center"/>
          </w:tcPr>
          <w:p w:rsidR="003A681A" w:rsidRPr="004219A3" w:rsidRDefault="003A681A" w:rsidP="004252ED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648000</w:t>
            </w: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14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w:t>5085</w:t>
            </w: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02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11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</w:tr>
      <w:tr w:rsidR="003A681A" w:rsidRPr="00E909E7" w:rsidTr="00AB0D2B">
        <w:tc>
          <w:tcPr>
            <w:tcW w:w="5000" w:type="pct"/>
            <w:gridSpan w:val="7"/>
            <w:vAlign w:val="center"/>
          </w:tcPr>
          <w:p w:rsidR="003A681A" w:rsidRPr="00F55D2E" w:rsidRDefault="003A681A" w:rsidP="00CC65C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ІІ. Загальні граничні показники видатків та надання кредитів</w:t>
            </w: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Видатки (з міжбюджетними трансфертами), у тому числі: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15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w:t>4453735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8A246B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519000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8A246B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586700</w:t>
            </w:r>
          </w:p>
        </w:tc>
        <w:tc>
          <w:tcPr>
            <w:tcW w:w="386" w:type="pct"/>
            <w:vAlign w:val="center"/>
          </w:tcPr>
          <w:p w:rsidR="003A681A" w:rsidRPr="004219A3" w:rsidRDefault="003A681A" w:rsidP="008A246B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648000</w:t>
            </w: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4448650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519000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586700</w:t>
            </w:r>
          </w:p>
        </w:tc>
        <w:tc>
          <w:tcPr>
            <w:tcW w:w="386" w:type="pct"/>
            <w:vAlign w:val="center"/>
          </w:tcPr>
          <w:p w:rsidR="003A681A" w:rsidRPr="004219A3" w:rsidRDefault="003A681A" w:rsidP="008A246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648000</w:t>
            </w: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5085</w:t>
            </w: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Надання кредитів у тому числі: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15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right="-110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УСЬОГО за розділом ІІ, у тому числі: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14"/>
              <w:jc w:val="center"/>
              <w:rPr>
                <w:rFonts w:ascii="Times New Roman" w:hAnsi="Times New Roman"/>
                <w:bCs/>
                <w:iCs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E54877">
            <w:pPr>
              <w:spacing w:after="0" w:line="240" w:lineRule="auto"/>
              <w:ind w:left="-115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w:t>4453735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E5487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519000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E5487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586700</w:t>
            </w:r>
          </w:p>
        </w:tc>
        <w:tc>
          <w:tcPr>
            <w:tcW w:w="386" w:type="pct"/>
            <w:vAlign w:val="center"/>
          </w:tcPr>
          <w:p w:rsidR="003A681A" w:rsidRPr="004219A3" w:rsidRDefault="003A681A" w:rsidP="00E5487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uk-UA"/>
              </w:rPr>
              <w:t>648000</w:t>
            </w: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14"/>
              <w:jc w:val="center"/>
              <w:rPr>
                <w:rFonts w:ascii="Times New Roman" w:hAnsi="Times New Roman"/>
                <w:bCs/>
                <w:iCs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E5487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4448650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E5487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519000</w:t>
            </w:r>
          </w:p>
        </w:tc>
        <w:tc>
          <w:tcPr>
            <w:tcW w:w="385" w:type="pct"/>
            <w:vAlign w:val="center"/>
          </w:tcPr>
          <w:p w:rsidR="003A681A" w:rsidRPr="004219A3" w:rsidRDefault="003A681A" w:rsidP="00E5487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586700</w:t>
            </w:r>
          </w:p>
        </w:tc>
        <w:tc>
          <w:tcPr>
            <w:tcW w:w="386" w:type="pct"/>
            <w:vAlign w:val="center"/>
          </w:tcPr>
          <w:p w:rsidR="003A681A" w:rsidRPr="004219A3" w:rsidRDefault="003A681A" w:rsidP="00E5487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648000</w:t>
            </w:r>
          </w:p>
        </w:tc>
      </w:tr>
      <w:tr w:rsidR="003A681A" w:rsidRPr="00E909E7" w:rsidTr="00AB0D2B">
        <w:tc>
          <w:tcPr>
            <w:tcW w:w="231" w:type="pct"/>
          </w:tcPr>
          <w:p w:rsidR="003A681A" w:rsidRPr="00F55D2E" w:rsidRDefault="003A681A" w:rsidP="00CC65C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697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</w:pPr>
            <w:r w:rsidRPr="00F55D2E">
              <w:rPr>
                <w:rFonts w:ascii="Times New Roman" w:hAnsi="Times New Roman"/>
                <w:bCs/>
                <w:noProof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432" w:type="pct"/>
            <w:vAlign w:val="center"/>
          </w:tcPr>
          <w:p w:rsidR="003A681A" w:rsidRPr="00F55D2E" w:rsidRDefault="003A681A" w:rsidP="00CC65C7">
            <w:pPr>
              <w:spacing w:after="0" w:line="240" w:lineRule="auto"/>
              <w:ind w:left="-114"/>
              <w:jc w:val="center"/>
              <w:rPr>
                <w:rFonts w:ascii="Times New Roman" w:hAnsi="Times New Roman"/>
                <w:bCs/>
                <w:iCs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484" w:type="pct"/>
            <w:vAlign w:val="center"/>
          </w:tcPr>
          <w:p w:rsidR="003A681A" w:rsidRPr="00F55D2E" w:rsidRDefault="003A681A" w:rsidP="00E5487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5085</w:t>
            </w:r>
          </w:p>
        </w:tc>
        <w:tc>
          <w:tcPr>
            <w:tcW w:w="385" w:type="pct"/>
            <w:vAlign w:val="center"/>
          </w:tcPr>
          <w:p w:rsidR="003A681A" w:rsidRPr="00F55D2E" w:rsidRDefault="003A681A" w:rsidP="00E5487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vAlign w:val="center"/>
          </w:tcPr>
          <w:p w:rsidR="003A681A" w:rsidRPr="00F55D2E" w:rsidRDefault="003A681A" w:rsidP="00E5487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3A681A" w:rsidRPr="00F55D2E" w:rsidRDefault="003A681A" w:rsidP="00E5487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3A681A" w:rsidRPr="00F55D2E" w:rsidRDefault="003A681A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A681A" w:rsidRPr="00F55D2E" w:rsidRDefault="003A681A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A681A" w:rsidRPr="00F55D2E" w:rsidRDefault="003A681A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A681A" w:rsidRPr="00F55D2E" w:rsidRDefault="003A681A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A681A" w:rsidRPr="00DD25EB" w:rsidRDefault="003A681A" w:rsidP="00CC65C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sectPr w:rsidR="003A681A" w:rsidRPr="00DD25EB" w:rsidSect="00CC65C7">
      <w:headerReference w:type="default" r:id="rId6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81A" w:rsidRDefault="003A681A" w:rsidP="00CC65C7">
      <w:pPr>
        <w:spacing w:after="0" w:line="240" w:lineRule="auto"/>
      </w:pPr>
      <w:r>
        <w:separator/>
      </w:r>
    </w:p>
  </w:endnote>
  <w:endnote w:type="continuationSeparator" w:id="0">
    <w:p w:rsidR="003A681A" w:rsidRDefault="003A681A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81A" w:rsidRDefault="003A681A" w:rsidP="00CC65C7">
      <w:pPr>
        <w:spacing w:after="0" w:line="240" w:lineRule="auto"/>
      </w:pPr>
      <w:r>
        <w:separator/>
      </w:r>
    </w:p>
  </w:footnote>
  <w:footnote w:type="continuationSeparator" w:id="0">
    <w:p w:rsidR="003A681A" w:rsidRDefault="003A681A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81A" w:rsidRPr="00CC65C7" w:rsidRDefault="003A681A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</w:t>
    </w:r>
    <w:r>
      <w:rPr>
        <w:rFonts w:ascii="Times New Roman" w:hAnsi="Times New Roman"/>
        <w:color w:val="FF0000"/>
        <w:sz w:val="24"/>
        <w:szCs w:val="24"/>
      </w:rPr>
      <w:t>П</w:t>
    </w:r>
    <w:r w:rsidRPr="00CC65C7">
      <w:rPr>
        <w:rFonts w:ascii="Times New Roman" w:hAnsi="Times New Roman"/>
        <w:sz w:val="24"/>
        <w:szCs w:val="24"/>
      </w:rPr>
      <w:t>родовження додатка 1</w:t>
    </w:r>
  </w:p>
  <w:p w:rsidR="003A681A" w:rsidRDefault="003A68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35CE8"/>
    <w:rsid w:val="000A0FA1"/>
    <w:rsid w:val="000A1A64"/>
    <w:rsid w:val="00104830"/>
    <w:rsid w:val="001654DE"/>
    <w:rsid w:val="0018423E"/>
    <w:rsid w:val="00220C03"/>
    <w:rsid w:val="0026559E"/>
    <w:rsid w:val="003A681A"/>
    <w:rsid w:val="004219A3"/>
    <w:rsid w:val="004252ED"/>
    <w:rsid w:val="00493700"/>
    <w:rsid w:val="00576F20"/>
    <w:rsid w:val="00595727"/>
    <w:rsid w:val="005C7EA3"/>
    <w:rsid w:val="00680DAC"/>
    <w:rsid w:val="006F2B31"/>
    <w:rsid w:val="00796955"/>
    <w:rsid w:val="007A50E8"/>
    <w:rsid w:val="007A77FF"/>
    <w:rsid w:val="008548B9"/>
    <w:rsid w:val="00854A8E"/>
    <w:rsid w:val="008A246B"/>
    <w:rsid w:val="008F684B"/>
    <w:rsid w:val="0093206E"/>
    <w:rsid w:val="009F1C61"/>
    <w:rsid w:val="00A23CD9"/>
    <w:rsid w:val="00AA265F"/>
    <w:rsid w:val="00AB0D2B"/>
    <w:rsid w:val="00B54F72"/>
    <w:rsid w:val="00B83077"/>
    <w:rsid w:val="00BF5A7E"/>
    <w:rsid w:val="00C215D4"/>
    <w:rsid w:val="00CC65C7"/>
    <w:rsid w:val="00CD74C7"/>
    <w:rsid w:val="00D40B4B"/>
    <w:rsid w:val="00DA1EE2"/>
    <w:rsid w:val="00DD25EB"/>
    <w:rsid w:val="00E03B4E"/>
    <w:rsid w:val="00E17210"/>
    <w:rsid w:val="00E54877"/>
    <w:rsid w:val="00E909E7"/>
    <w:rsid w:val="00EC1220"/>
    <w:rsid w:val="00EF462A"/>
    <w:rsid w:val="00F14450"/>
    <w:rsid w:val="00F55D2E"/>
    <w:rsid w:val="00FA0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23E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215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0DAC"/>
    <w:rPr>
      <w:rFonts w:ascii="Times New Roman" w:hAnsi="Times New Roman" w:cs="Times New Roman"/>
      <w:sz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205</Words>
  <Characters>1170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Degterova</dc:creator>
  <cp:keywords/>
  <dc:description/>
  <cp:lastModifiedBy>Боруцька</cp:lastModifiedBy>
  <cp:revision>7</cp:revision>
  <cp:lastPrinted>2021-08-12T05:54:00Z</cp:lastPrinted>
  <dcterms:created xsi:type="dcterms:W3CDTF">2021-08-11T09:31:00Z</dcterms:created>
  <dcterms:modified xsi:type="dcterms:W3CDTF">2021-08-12T09:44:00Z</dcterms:modified>
</cp:coreProperties>
</file>